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8CA" w:rsidRDefault="000A38CA" w:rsidP="000A38CA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0A38CA" w:rsidRPr="008273DD" w:rsidRDefault="000A38CA" w:rsidP="000A38CA">
      <w:pPr>
        <w:rPr>
          <w:sz w:val="32"/>
          <w:szCs w:val="32"/>
        </w:rPr>
      </w:pPr>
      <w:bookmarkStart w:id="0" w:name="_GoBack"/>
      <w:bookmarkEnd w:id="0"/>
    </w:p>
    <w:p w:rsidR="00F22C36" w:rsidRPr="00F22C36" w:rsidRDefault="00514176" w:rsidP="00514176">
      <w:pPr>
        <w:pStyle w:val="berschrift4"/>
        <w:spacing w:line="360" w:lineRule="auto"/>
        <w:rPr>
          <w:sz w:val="32"/>
          <w:szCs w:val="3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68580</wp:posOffset>
                </wp:positionV>
                <wp:extent cx="5192395" cy="5224145"/>
                <wp:effectExtent l="0" t="0" r="27305" b="14605"/>
                <wp:wrapNone/>
                <wp:docPr id="7" name="Freihand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2395" cy="5224145"/>
                        </a:xfrm>
                        <a:custGeom>
                          <a:avLst/>
                          <a:gdLst>
                            <a:gd name="connsiteX0" fmla="*/ 0 w 2160494"/>
                            <a:gd name="connsiteY0" fmla="*/ 1084729 h 2173941"/>
                            <a:gd name="connsiteX1" fmla="*/ 811306 w 2160494"/>
                            <a:gd name="connsiteY1" fmla="*/ 806823 h 2173941"/>
                            <a:gd name="connsiteX2" fmla="*/ 1080247 w 2160494"/>
                            <a:gd name="connsiteY2" fmla="*/ 0 h 2173941"/>
                            <a:gd name="connsiteX3" fmla="*/ 1349188 w 2160494"/>
                            <a:gd name="connsiteY3" fmla="*/ 811306 h 2173941"/>
                            <a:gd name="connsiteX4" fmla="*/ 2160494 w 2160494"/>
                            <a:gd name="connsiteY4" fmla="*/ 1080247 h 2173941"/>
                            <a:gd name="connsiteX5" fmla="*/ 1362635 w 2160494"/>
                            <a:gd name="connsiteY5" fmla="*/ 1358153 h 2173941"/>
                            <a:gd name="connsiteX6" fmla="*/ 1080247 w 2160494"/>
                            <a:gd name="connsiteY6" fmla="*/ 2173941 h 2173941"/>
                            <a:gd name="connsiteX7" fmla="*/ 793377 w 2160494"/>
                            <a:gd name="connsiteY7" fmla="*/ 1344706 h 2173941"/>
                            <a:gd name="connsiteX8" fmla="*/ 0 w 2160494"/>
                            <a:gd name="connsiteY8" fmla="*/ 1084729 h 21739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160494" h="2173941">
                              <a:moveTo>
                                <a:pt x="0" y="1084729"/>
                              </a:moveTo>
                              <a:lnTo>
                                <a:pt x="811306" y="806823"/>
                              </a:lnTo>
                              <a:lnTo>
                                <a:pt x="1080247" y="0"/>
                              </a:lnTo>
                              <a:lnTo>
                                <a:pt x="1349188" y="811306"/>
                              </a:lnTo>
                              <a:lnTo>
                                <a:pt x="2160494" y="1080247"/>
                              </a:lnTo>
                              <a:lnTo>
                                <a:pt x="1362635" y="1358153"/>
                              </a:lnTo>
                              <a:lnTo>
                                <a:pt x="1080247" y="2173941"/>
                              </a:lnTo>
                              <a:lnTo>
                                <a:pt x="793377" y="1344706"/>
                              </a:lnTo>
                              <a:lnTo>
                                <a:pt x="0" y="10847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05267" id="Freihandform 7" o:spid="_x0000_s1026" style="position:absolute;margin-left:274.1pt;margin-top:5.4pt;width:408.85pt;height:4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494,2173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" path="m,1084729l811306,806823,1080247,r268941,811306l2160494,1080247r-797859,277906l1080247,2173941,793377,1344706,,1084729xe" fillcolor="#ffc000" strokecolor="black [3213]" strokeweight="2pt">
                <v:path arrowok="t" o:connecttype="custom" o:connectlocs="0,2606686;1949842,1938857;2596198,0;3242553,1949630;5192395,2595915;3274871,3263745;2596198,5224145;1906752,3231430;0,2606686" o:connectangles="0,0,0,0,0,0,0,0,0"/>
              </v:shape>
            </w:pict>
          </mc:Fallback>
        </mc:AlternateContent>
      </w:r>
      <w:r w:rsidR="00F22C36" w:rsidRPr="00F22C36">
        <w:rPr>
          <w:sz w:val="32"/>
          <w:szCs w:val="32"/>
        </w:rPr>
        <w:t>Aufgabe 8</w:t>
      </w:r>
    </w:p>
    <w:p w:rsidR="00514176" w:rsidRPr="00514176" w:rsidRDefault="00514176" w:rsidP="00514176">
      <w:pPr>
        <w:spacing w:line="360" w:lineRule="auto"/>
        <w:rPr>
          <w:rFonts w:eastAsia="Times New Roman"/>
          <w:sz w:val="32"/>
          <w:szCs w:val="32"/>
          <w:lang w:eastAsia="de-DE"/>
        </w:rPr>
      </w:pPr>
      <w:r w:rsidRPr="00514176">
        <w:rPr>
          <w:sz w:val="32"/>
          <w:szCs w:val="32"/>
        </w:rPr>
        <w:t>Der abgebildete Stern ist achsensymmetrisch.</w:t>
      </w:r>
    </w:p>
    <w:p w:rsidR="00514176" w:rsidRPr="00514176" w:rsidRDefault="00514176" w:rsidP="00514176">
      <w:pPr>
        <w:pStyle w:val="Liste"/>
        <w:spacing w:line="360" w:lineRule="auto"/>
        <w:rPr>
          <w:sz w:val="32"/>
          <w:szCs w:val="32"/>
        </w:rPr>
      </w:pPr>
      <w:r w:rsidRPr="00514176">
        <w:rPr>
          <w:sz w:val="32"/>
          <w:szCs w:val="32"/>
        </w:rPr>
        <w:t>b)</w:t>
      </w:r>
      <w:r w:rsidRPr="00514176">
        <w:rPr>
          <w:sz w:val="32"/>
          <w:szCs w:val="32"/>
        </w:rPr>
        <w:tab/>
        <w:t>Zeichne in den Stern alle Symmetrieachsen ein.</w:t>
      </w:r>
    </w:p>
    <w:p w:rsidR="00514176" w:rsidRPr="00514176" w:rsidRDefault="00514176" w:rsidP="00514176">
      <w:pPr>
        <w:rPr>
          <w:sz w:val="32"/>
          <w:szCs w:val="32"/>
        </w:rPr>
      </w:pPr>
    </w:p>
    <w:p w:rsidR="00514176" w:rsidRDefault="00514176" w:rsidP="00514176"/>
    <w:p w:rsidR="00514176" w:rsidRDefault="00514176" w:rsidP="00514176"/>
    <w:p w:rsidR="00514176" w:rsidRDefault="00514176" w:rsidP="00514176"/>
    <w:p w:rsidR="00514176" w:rsidRDefault="00514176" w:rsidP="00514176"/>
    <w:p w:rsidR="003B450E" w:rsidRPr="00F22C36" w:rsidRDefault="003B450E" w:rsidP="00514176">
      <w:pPr>
        <w:spacing w:line="360" w:lineRule="auto"/>
      </w:pPr>
    </w:p>
    <w:sectPr w:rsidR="003B450E" w:rsidRPr="00F22C36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A38CA"/>
    <w:rsid w:val="000D60A6"/>
    <w:rsid w:val="00232126"/>
    <w:rsid w:val="00310E80"/>
    <w:rsid w:val="003B450E"/>
    <w:rsid w:val="004B595C"/>
    <w:rsid w:val="00514176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E67B7D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0931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3E70-75B8-42A9-8178-8E2DD39C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2022-04-08T10:46:00Z</dcterms:created>
  <dcterms:modified xsi:type="dcterms:W3CDTF">2022-04-11T11:50:00Z</dcterms:modified>
</cp:coreProperties>
</file>